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1426A">
        <w:rPr>
          <w:rFonts w:ascii="Corbel" w:hAnsi="Corbel"/>
          <w:i/>
          <w:smallCaps/>
          <w:sz w:val="24"/>
          <w:szCs w:val="24"/>
        </w:rPr>
        <w:t>20</w:t>
      </w:r>
      <w:r w:rsidR="002E694B">
        <w:rPr>
          <w:rFonts w:ascii="Corbel" w:hAnsi="Corbel"/>
          <w:i/>
          <w:smallCaps/>
          <w:sz w:val="24"/>
          <w:szCs w:val="24"/>
        </w:rPr>
        <w:t>20</w:t>
      </w:r>
      <w:r w:rsidR="0061426A">
        <w:rPr>
          <w:rFonts w:ascii="Corbel" w:hAnsi="Corbel"/>
          <w:i/>
          <w:smallCaps/>
          <w:sz w:val="24"/>
          <w:szCs w:val="24"/>
        </w:rPr>
        <w:t>-202</w:t>
      </w:r>
      <w:r w:rsidR="002E694B">
        <w:rPr>
          <w:rFonts w:ascii="Corbel" w:hAnsi="Corbel"/>
          <w:i/>
          <w:smallCaps/>
          <w:sz w:val="24"/>
          <w:szCs w:val="24"/>
        </w:rPr>
        <w:t>1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61426A">
        <w:rPr>
          <w:rFonts w:ascii="Corbel" w:hAnsi="Corbel"/>
          <w:sz w:val="20"/>
          <w:szCs w:val="20"/>
        </w:rPr>
        <w:t>ok akademicki   20</w:t>
      </w:r>
      <w:r w:rsidR="002E694B">
        <w:rPr>
          <w:rFonts w:ascii="Corbel" w:hAnsi="Corbel"/>
          <w:sz w:val="20"/>
          <w:szCs w:val="20"/>
        </w:rPr>
        <w:t>20</w:t>
      </w:r>
      <w:r w:rsidR="0061426A">
        <w:rPr>
          <w:rFonts w:ascii="Corbel" w:hAnsi="Corbel"/>
          <w:sz w:val="20"/>
          <w:szCs w:val="20"/>
        </w:rPr>
        <w:t>/202</w:t>
      </w:r>
      <w:r w:rsidR="002E694B">
        <w:rPr>
          <w:rFonts w:ascii="Corbel" w:hAnsi="Corbel"/>
          <w:sz w:val="20"/>
          <w:szCs w:val="20"/>
        </w:rPr>
        <w:t>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Praktyka </w:t>
            </w:r>
            <w:proofErr w:type="spellStart"/>
            <w:r w:rsidR="00FB1502">
              <w:rPr>
                <w:rFonts w:ascii="Corbel" w:hAnsi="Corbel"/>
                <w:b w:val="0"/>
                <w:sz w:val="24"/>
                <w:szCs w:val="24"/>
              </w:rPr>
              <w:t>ogólnopedagogiczna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2108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2108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6142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575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143DE6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4144A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1426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852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575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Praktyki osobowe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575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D8207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D820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FB1502">
              <w:rPr>
                <w:rFonts w:ascii="Corbel" w:hAnsi="Corbel"/>
                <w:b w:val="0"/>
                <w:sz w:val="24"/>
                <w:szCs w:val="24"/>
              </w:rPr>
              <w:t xml:space="preserve">Magdalena </w:t>
            </w:r>
            <w:proofErr w:type="spellStart"/>
            <w:r w:rsidR="00FB1502">
              <w:rPr>
                <w:rFonts w:ascii="Corbel" w:hAnsi="Corbel"/>
                <w:b w:val="0"/>
                <w:sz w:val="24"/>
                <w:szCs w:val="24"/>
              </w:rPr>
              <w:t>Wasylewicz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E852B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B15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B15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82076" w:rsidRDefault="00E852B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="0085747A" w:rsidRPr="00D82076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</w:t>
      </w:r>
      <w:r w:rsidR="00F575A4">
        <w:rPr>
          <w:rFonts w:ascii="Corbel" w:hAnsi="Corbel"/>
          <w:smallCaps w:val="0"/>
          <w:szCs w:val="24"/>
        </w:rPr>
        <w:t xml:space="preserve">) - </w:t>
      </w:r>
      <w:r w:rsidR="00F575A4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D82076" w:rsidP="00FB150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 studenta wymaga się</w:t>
            </w:r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wiedzy i umiejętności </w:t>
            </w:r>
            <w:proofErr w:type="spellStart"/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umiejętności</w:t>
            </w:r>
            <w:proofErr w:type="spellEnd"/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B15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 oparciu o  wiedzę wyniesioną z przedmiotów obejmujących przygotowanie </w:t>
            </w:r>
            <w:proofErr w:type="spellStart"/>
            <w:r w:rsidR="00FB15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psychologiczno</w:t>
            </w:r>
            <w:proofErr w:type="spellEnd"/>
            <w:r w:rsidR="00FB15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– pedagogiczne, rozumienia zj</w:t>
            </w:r>
            <w:r w:rsidR="00FB15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="00FB15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wisk wychowawczych, prawidłowej </w:t>
            </w:r>
            <w:r w:rsidR="0031135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komunikacji interpersonalnej;  poprawnego wyrażania się w języku ojczystym</w:t>
            </w:r>
            <w:r w:rsidR="00D807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;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E852B1" w:rsidRDefault="0085747A" w:rsidP="001D047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52B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E852B1" w:rsidRDefault="007666D3" w:rsidP="001D0476">
            <w:pPr>
              <w:pStyle w:val="Podpunkty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852B1">
              <w:rPr>
                <w:rFonts w:ascii="Corbel" w:hAnsi="Corbel"/>
                <w:b w:val="0"/>
                <w:bCs/>
                <w:sz w:val="24"/>
                <w:szCs w:val="24"/>
              </w:rPr>
              <w:t>Zdobywanie doświadczenia związanego z pracą dydaktyczno-wychowawczą naucz</w:t>
            </w:r>
            <w:r w:rsidRPr="00E852B1">
              <w:rPr>
                <w:rFonts w:ascii="Corbel" w:hAnsi="Corbel"/>
                <w:b w:val="0"/>
                <w:bCs/>
                <w:sz w:val="24"/>
                <w:szCs w:val="24"/>
              </w:rPr>
              <w:t>y</w:t>
            </w:r>
            <w:r w:rsidRPr="00E852B1">
              <w:rPr>
                <w:rFonts w:ascii="Corbel" w:hAnsi="Corbel"/>
                <w:b w:val="0"/>
                <w:bCs/>
                <w:sz w:val="24"/>
                <w:szCs w:val="24"/>
              </w:rPr>
              <w:t>ciela i konfrontowanie nabytej wiedzy z zakresu dydaktyki szczegółowej , metodyki nauczania z rzeczywistością pedagogiczną.</w:t>
            </w:r>
          </w:p>
        </w:tc>
      </w:tr>
      <w:tr w:rsidR="00473513" w:rsidRPr="009C54AE" w:rsidTr="00923D7D">
        <w:tc>
          <w:tcPr>
            <w:tcW w:w="851" w:type="dxa"/>
            <w:vAlign w:val="center"/>
          </w:tcPr>
          <w:p w:rsidR="00473513" w:rsidRPr="00E852B1" w:rsidRDefault="00473513" w:rsidP="001D047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52B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473513" w:rsidRPr="00E852B1" w:rsidRDefault="00473513" w:rsidP="001D047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52B1">
              <w:rPr>
                <w:rFonts w:ascii="Corbel" w:hAnsi="Corbel"/>
                <w:b w:val="0"/>
                <w:sz w:val="24"/>
                <w:szCs w:val="24"/>
              </w:rPr>
              <w:t xml:space="preserve">Zapoznanie ze specyfiką funkcjonowania </w:t>
            </w:r>
            <w:r w:rsidR="002B008B" w:rsidRPr="00E852B1">
              <w:rPr>
                <w:rFonts w:ascii="Corbel" w:hAnsi="Corbel"/>
                <w:b w:val="0"/>
                <w:sz w:val="24"/>
                <w:szCs w:val="24"/>
              </w:rPr>
              <w:t>placówki przedszkolnej i szkoły podstawowej oraz metodycznymi zało</w:t>
            </w:r>
            <w:r w:rsidR="0019586C" w:rsidRPr="00E852B1">
              <w:rPr>
                <w:rFonts w:ascii="Corbel" w:hAnsi="Corbel"/>
                <w:b w:val="0"/>
                <w:sz w:val="24"/>
                <w:szCs w:val="24"/>
              </w:rPr>
              <w:t>ż</w:t>
            </w:r>
            <w:r w:rsidR="002B008B" w:rsidRPr="00E852B1">
              <w:rPr>
                <w:rFonts w:ascii="Corbel" w:hAnsi="Corbel"/>
                <w:b w:val="0"/>
                <w:sz w:val="24"/>
                <w:szCs w:val="24"/>
              </w:rPr>
              <w:t>eniami</w:t>
            </w:r>
            <w:r w:rsidR="00816661" w:rsidRPr="00E852B1">
              <w:rPr>
                <w:rFonts w:ascii="Corbel" w:hAnsi="Corbel"/>
                <w:b w:val="0"/>
                <w:sz w:val="24"/>
                <w:szCs w:val="24"/>
              </w:rPr>
              <w:t xml:space="preserve"> pracy nauczyciela - wychowawcy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E852B1" w:rsidRDefault="00F259E1" w:rsidP="001D047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852B1">
              <w:rPr>
                <w:rFonts w:ascii="Corbel" w:hAnsi="Corbel"/>
                <w:sz w:val="24"/>
                <w:szCs w:val="24"/>
              </w:rPr>
              <w:t>C</w:t>
            </w:r>
            <w:r w:rsidR="00473513" w:rsidRPr="00E852B1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E852B1" w:rsidRDefault="009E4620" w:rsidP="001D047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52B1">
              <w:rPr>
                <w:rFonts w:ascii="Corbel" w:hAnsi="Corbel"/>
                <w:b w:val="0"/>
                <w:sz w:val="24"/>
                <w:szCs w:val="24"/>
              </w:rPr>
              <w:t>Obserwowanie</w:t>
            </w:r>
            <w:r w:rsidR="00F259E1" w:rsidRPr="00E852B1">
              <w:rPr>
                <w:rFonts w:ascii="Corbel" w:hAnsi="Corbel"/>
                <w:b w:val="0"/>
                <w:sz w:val="24"/>
                <w:szCs w:val="24"/>
              </w:rPr>
              <w:t xml:space="preserve"> działań wychowawczych i dydaktycznych w przedszkolu i kl. I-III szkoły podstawowej</w:t>
            </w:r>
          </w:p>
        </w:tc>
      </w:tr>
      <w:tr w:rsidR="00753202" w:rsidRPr="009C54AE" w:rsidTr="00923D7D">
        <w:tc>
          <w:tcPr>
            <w:tcW w:w="851" w:type="dxa"/>
            <w:vAlign w:val="center"/>
          </w:tcPr>
          <w:p w:rsidR="00753202" w:rsidRPr="00E852B1" w:rsidRDefault="00753202" w:rsidP="001D047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852B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753202" w:rsidRPr="00E852B1" w:rsidRDefault="00753202" w:rsidP="001D047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52B1">
              <w:rPr>
                <w:rFonts w:ascii="Corbel" w:hAnsi="Corbel"/>
                <w:b w:val="0"/>
                <w:sz w:val="24"/>
                <w:szCs w:val="24"/>
              </w:rPr>
              <w:t>Rozwijanie umiejętności i kompetencji studentów gwarantujących właściwe wykon</w:t>
            </w:r>
            <w:r w:rsidRPr="00E852B1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Pr="00E852B1">
              <w:rPr>
                <w:rFonts w:ascii="Corbel" w:hAnsi="Corbel"/>
                <w:b w:val="0"/>
                <w:sz w:val="24"/>
                <w:szCs w:val="24"/>
              </w:rPr>
              <w:t xml:space="preserve">wanie pracy nauczyciela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852B1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F575A4" w:rsidRDefault="007666D3" w:rsidP="007666D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575A4">
              <w:rPr>
                <w:rFonts w:ascii="Corbel" w:hAnsi="Corbel"/>
                <w:b w:val="0"/>
                <w:bCs/>
                <w:smallCaps w:val="0"/>
              </w:rPr>
              <w:t>Zna sposób funkcjonowania przedszkoli, szkół organizację ich pracy, sposób prowadzenia dokumentacji;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 xml:space="preserve"> realizowane zadania opiekuńczo-wychowawcze, dydaktyczne, diagn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>o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>styczne i terapeutyczne, charakterystyczne dla przedszkola i szkoły; procedury organizacyjne, podział kompetencji, planowanie pracy i system kontroli; codzienne działania zawodowe nauczyciela oraz jego warsztat pracy.</w:t>
            </w:r>
          </w:p>
        </w:tc>
        <w:tc>
          <w:tcPr>
            <w:tcW w:w="1873" w:type="dxa"/>
            <w:vAlign w:val="center"/>
          </w:tcPr>
          <w:p w:rsidR="0085747A" w:rsidRPr="009C54AE" w:rsidRDefault="00DD00EB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W10</w:t>
            </w:r>
          </w:p>
        </w:tc>
      </w:tr>
      <w:tr w:rsidR="0085747A" w:rsidRPr="009C54AE" w:rsidTr="00E852B1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F575A4" w:rsidRDefault="00F575A4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575A4">
              <w:rPr>
                <w:rFonts w:ascii="Corbel" w:hAnsi="Corbel"/>
                <w:b w:val="0"/>
                <w:bCs/>
                <w:smallCaps w:val="0"/>
              </w:rPr>
              <w:t>Wyciąg</w:t>
            </w:r>
            <w:r w:rsidR="00C4706C" w:rsidRPr="00F575A4">
              <w:rPr>
                <w:rFonts w:ascii="Corbel" w:hAnsi="Corbel"/>
                <w:b w:val="0"/>
                <w:bCs/>
                <w:smallCaps w:val="0"/>
              </w:rPr>
              <w:t>a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 xml:space="preserve"> wnioski z obserwacji pracy grupy przedszkolnej i klasy szkolnej, </w:t>
            </w:r>
            <w:proofErr w:type="spellStart"/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>zachowań</w:t>
            </w:r>
            <w:proofErr w:type="spellEnd"/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 xml:space="preserve"> i aktywności dzieci lub uczniów w czasie zajęć, z uwzględnieniem uczniów ze specjalnymi potrzebami edukacyjnymi;</w:t>
            </w:r>
            <w:r>
              <w:rPr>
                <w:rFonts w:ascii="Corbel" w:hAnsi="Corbel"/>
                <w:b w:val="0"/>
                <w:bCs/>
                <w:smallCaps w:val="0"/>
              </w:rPr>
              <w:t xml:space="preserve"> tworzy i modyfikuje  m</w:t>
            </w:r>
            <w:r w:rsidR="009E4620" w:rsidRPr="00F575A4">
              <w:rPr>
                <w:rFonts w:ascii="Corbel" w:hAnsi="Corbel"/>
                <w:b w:val="0"/>
                <w:bCs/>
                <w:smallCaps w:val="0"/>
              </w:rPr>
              <w:t>ateriały dydaktyczne</w:t>
            </w:r>
          </w:p>
        </w:tc>
        <w:tc>
          <w:tcPr>
            <w:tcW w:w="1873" w:type="dxa"/>
            <w:vAlign w:val="center"/>
          </w:tcPr>
          <w:p w:rsidR="0085747A" w:rsidRDefault="001A39A6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4A5EC3">
              <w:rPr>
                <w:rFonts w:ascii="Corbel" w:hAnsi="Corbel"/>
                <w:b w:val="0"/>
                <w:smallCaps w:val="0"/>
                <w:szCs w:val="24"/>
              </w:rPr>
              <w:t>U01</w:t>
            </w:r>
          </w:p>
          <w:p w:rsidR="009E4620" w:rsidRDefault="009E4620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U04</w:t>
            </w:r>
          </w:p>
          <w:p w:rsidR="009E4620" w:rsidRDefault="009E4620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  <w:p w:rsidR="009E4620" w:rsidRDefault="009E4620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</w:t>
            </w:r>
            <w:r w:rsidR="0071360D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  <w:p w:rsidR="009E4620" w:rsidRPr="009C54AE" w:rsidRDefault="009E4620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</w:t>
            </w:r>
            <w:r w:rsidR="0071360D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747A" w:rsidRPr="009C54AE" w:rsidTr="00E852B1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30BC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F575A4" w:rsidRDefault="00F575A4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575A4">
              <w:rPr>
                <w:rFonts w:ascii="Corbel" w:hAnsi="Corbel"/>
                <w:b w:val="0"/>
                <w:bCs/>
                <w:smallCaps w:val="0"/>
              </w:rPr>
              <w:t>Analiz</w:t>
            </w:r>
            <w:r w:rsidR="0071360D" w:rsidRPr="00F575A4">
              <w:rPr>
                <w:rFonts w:ascii="Corbel" w:hAnsi="Corbel"/>
                <w:b w:val="0"/>
                <w:bCs/>
                <w:smallCaps w:val="0"/>
              </w:rPr>
              <w:t xml:space="preserve">uje 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>zdarzenia wychowawczo-opiekuńcze i edukacy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>j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>ne zaobserwowane lub doświadczone w czasie praktyk</w:t>
            </w:r>
            <w:r w:rsidR="0071360D" w:rsidRPr="00F575A4">
              <w:rPr>
                <w:rFonts w:ascii="Corbel" w:hAnsi="Corbel"/>
                <w:b w:val="0"/>
                <w:bCs/>
                <w:smallCaps w:val="0"/>
              </w:rPr>
              <w:t xml:space="preserve"> i wykorzystuje wnioski w procesie edukacji do celów dyda</w:t>
            </w:r>
            <w:r w:rsidR="0071360D" w:rsidRPr="00F575A4">
              <w:rPr>
                <w:rFonts w:ascii="Corbel" w:hAnsi="Corbel"/>
                <w:b w:val="0"/>
                <w:bCs/>
                <w:smallCaps w:val="0"/>
              </w:rPr>
              <w:t>k</w:t>
            </w:r>
            <w:r w:rsidR="0071360D" w:rsidRPr="00F575A4">
              <w:rPr>
                <w:rFonts w:ascii="Corbel" w:hAnsi="Corbel"/>
                <w:b w:val="0"/>
                <w:bCs/>
                <w:smallCaps w:val="0"/>
              </w:rPr>
              <w:t xml:space="preserve">tycznych i terapeutycznych </w:t>
            </w:r>
          </w:p>
        </w:tc>
        <w:tc>
          <w:tcPr>
            <w:tcW w:w="1873" w:type="dxa"/>
            <w:vAlign w:val="center"/>
          </w:tcPr>
          <w:p w:rsidR="0071360D" w:rsidRDefault="001A1EAA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71360D" w:rsidRDefault="0071360D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85747A" w:rsidRPr="009C54AE" w:rsidRDefault="001A1EAA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U010</w:t>
            </w:r>
          </w:p>
        </w:tc>
      </w:tr>
      <w:tr w:rsidR="0061368E" w:rsidRPr="009C54AE" w:rsidTr="00E852B1">
        <w:tc>
          <w:tcPr>
            <w:tcW w:w="1701" w:type="dxa"/>
          </w:tcPr>
          <w:p w:rsidR="0061368E" w:rsidRPr="009C54AE" w:rsidRDefault="00613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61368E" w:rsidRPr="00F575A4" w:rsidRDefault="00F575A4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575A4">
              <w:rPr>
                <w:rFonts w:ascii="Corbel" w:hAnsi="Corbel"/>
                <w:b w:val="0"/>
                <w:bCs/>
                <w:smallCaps w:val="0"/>
              </w:rPr>
              <w:t>Skuteczn</w:t>
            </w:r>
            <w:r w:rsidR="00092525" w:rsidRPr="00F575A4">
              <w:rPr>
                <w:rFonts w:ascii="Corbel" w:hAnsi="Corbel"/>
                <w:b w:val="0"/>
                <w:bCs/>
                <w:smallCaps w:val="0"/>
              </w:rPr>
              <w:t>ie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 xml:space="preserve"> współdziała z opiekunem praktyk zawodowych oraz z nauczycielami w celu poszerzania swojej wiedzy;</w:t>
            </w:r>
            <w:r w:rsidR="00092525" w:rsidRPr="00F575A4">
              <w:rPr>
                <w:rFonts w:ascii="Corbel" w:hAnsi="Corbel"/>
                <w:b w:val="0"/>
                <w:bCs/>
                <w:smallCaps w:val="0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71360D" w:rsidRDefault="0071360D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U04</w:t>
            </w:r>
          </w:p>
          <w:p w:rsidR="0071360D" w:rsidRDefault="0071360D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71360D" w:rsidRDefault="0071360D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61368E" w:rsidRPr="009C54AE" w:rsidRDefault="001A39A6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</w:t>
            </w:r>
            <w:r w:rsidR="0071360D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61368E" w:rsidRPr="009C54AE" w:rsidTr="00E852B1">
        <w:tc>
          <w:tcPr>
            <w:tcW w:w="1701" w:type="dxa"/>
          </w:tcPr>
          <w:p w:rsidR="0061368E" w:rsidRDefault="006136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61368E" w:rsidRPr="00F575A4" w:rsidRDefault="00F575A4" w:rsidP="004A5E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575A4">
              <w:rPr>
                <w:rFonts w:ascii="Corbel" w:hAnsi="Corbel"/>
                <w:b w:val="0"/>
                <w:bCs/>
                <w:smallCaps w:val="0"/>
              </w:rPr>
              <w:t>Stos</w:t>
            </w:r>
            <w:r w:rsidR="00092525" w:rsidRPr="00F575A4">
              <w:rPr>
                <w:rFonts w:ascii="Corbel" w:hAnsi="Corbel"/>
                <w:b w:val="0"/>
                <w:bCs/>
                <w:smallCaps w:val="0"/>
              </w:rPr>
              <w:t>uje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 xml:space="preserve"> zasad</w:t>
            </w:r>
            <w:r w:rsidR="00092525" w:rsidRPr="00F575A4">
              <w:rPr>
                <w:rFonts w:ascii="Corbel" w:hAnsi="Corbel"/>
                <w:b w:val="0"/>
                <w:bCs/>
                <w:smallCaps w:val="0"/>
              </w:rPr>
              <w:t>y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 xml:space="preserve"> bezpieczeństwa dzieci lub uczniów w prze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>d</w:t>
            </w:r>
            <w:r w:rsidR="004A5EC3" w:rsidRPr="00F575A4">
              <w:rPr>
                <w:rFonts w:ascii="Corbel" w:hAnsi="Corbel"/>
                <w:b w:val="0"/>
                <w:bCs/>
                <w:smallCaps w:val="0"/>
              </w:rPr>
              <w:t>szkolu, szkole lub placówce systemu oświaty</w:t>
            </w:r>
            <w:r w:rsidR="00092525" w:rsidRPr="00F575A4">
              <w:rPr>
                <w:rFonts w:ascii="Corbel" w:hAnsi="Corbel"/>
                <w:b w:val="0"/>
                <w:bCs/>
                <w:smallCaps w:val="0"/>
              </w:rPr>
              <w:t>; zna zasady i normy etyczne, szanuje każdego człowieka</w:t>
            </w:r>
          </w:p>
        </w:tc>
        <w:tc>
          <w:tcPr>
            <w:tcW w:w="1873" w:type="dxa"/>
            <w:vAlign w:val="center"/>
          </w:tcPr>
          <w:p w:rsidR="0061368E" w:rsidRDefault="00B56017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K01</w:t>
            </w:r>
          </w:p>
          <w:p w:rsidR="0071360D" w:rsidRPr="009C54AE" w:rsidRDefault="0071360D" w:rsidP="00E852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D0476" w:rsidRDefault="001D047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D0476" w:rsidRDefault="001D047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D0476" w:rsidRPr="009C54AE" w:rsidRDefault="001D047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503812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zajęć praktycznych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C4706C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C4706C">
        <w:tc>
          <w:tcPr>
            <w:tcW w:w="9520" w:type="dxa"/>
          </w:tcPr>
          <w:p w:rsidR="0085747A" w:rsidRPr="00C4706C" w:rsidRDefault="00503812" w:rsidP="00F575A4">
            <w:pPr>
              <w:pStyle w:val="Akapitzlist"/>
              <w:spacing w:after="0" w:line="240" w:lineRule="auto"/>
              <w:ind w:left="0" w:firstLine="34"/>
              <w:rPr>
                <w:rFonts w:ascii="Corbel" w:hAnsi="Corbel"/>
                <w:sz w:val="24"/>
                <w:szCs w:val="24"/>
              </w:rPr>
            </w:pPr>
            <w:r w:rsidRPr="00C4706C">
              <w:rPr>
                <w:rFonts w:ascii="Corbel" w:hAnsi="Corbel"/>
                <w:sz w:val="24"/>
                <w:szCs w:val="24"/>
              </w:rPr>
              <w:t>Zapoznanie z prawnymi podstawami pracy przedszkola i szkoły, a także zatrudnionych w nich nauczycieli</w:t>
            </w:r>
            <w:r w:rsidR="00C4706C" w:rsidRPr="00C4706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4706C" w:rsidRPr="009C54AE" w:rsidTr="00C4706C">
        <w:tc>
          <w:tcPr>
            <w:tcW w:w="9520" w:type="dxa"/>
          </w:tcPr>
          <w:p w:rsidR="00C4706C" w:rsidRPr="00C4706C" w:rsidRDefault="00C4706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706C">
              <w:rPr>
                <w:rFonts w:ascii="Corbel" w:hAnsi="Corbel"/>
                <w:sz w:val="24"/>
                <w:szCs w:val="24"/>
              </w:rPr>
              <w:t>Zapoznanie z funkcjonowaniem przedszkoli, szkół lub placówek systemu oświaty, organizacj</w:t>
            </w:r>
            <w:r>
              <w:rPr>
                <w:rFonts w:ascii="Corbel" w:hAnsi="Corbel"/>
                <w:sz w:val="24"/>
                <w:szCs w:val="24"/>
              </w:rPr>
              <w:t>ą</w:t>
            </w:r>
            <w:r w:rsidRPr="00C4706C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C4706C">
              <w:rPr>
                <w:rFonts w:ascii="Corbel" w:hAnsi="Corbel"/>
                <w:sz w:val="24"/>
                <w:szCs w:val="24"/>
              </w:rPr>
              <w:t>ic</w:t>
            </w:r>
            <w:proofErr w:type="spellEnd"/>
            <w:r w:rsidRPr="00C4706C">
              <w:rPr>
                <w:rFonts w:ascii="Corbel" w:hAnsi="Corbel"/>
                <w:sz w:val="24"/>
                <w:szCs w:val="24"/>
              </w:rPr>
              <w:t xml:space="preserve"> pracy, oraz sposobem prowadzenia dokumentacji.</w:t>
            </w:r>
          </w:p>
        </w:tc>
      </w:tr>
      <w:tr w:rsidR="0085747A" w:rsidRPr="009C54AE" w:rsidTr="00C4706C">
        <w:tc>
          <w:tcPr>
            <w:tcW w:w="9520" w:type="dxa"/>
          </w:tcPr>
          <w:p w:rsidR="0085747A" w:rsidRPr="00C4706C" w:rsidRDefault="005038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706C">
              <w:rPr>
                <w:rFonts w:ascii="Corbel" w:hAnsi="Corbel"/>
                <w:sz w:val="24"/>
                <w:szCs w:val="24"/>
              </w:rPr>
              <w:t xml:space="preserve">Obserwacja zajęć odbywających się w przedszkolu i szkole.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4706C" w:rsidRDefault="003E686B" w:rsidP="00C4706C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C4706C">
        <w:rPr>
          <w:rFonts w:ascii="Corbel" w:hAnsi="Corbel"/>
          <w:b w:val="0"/>
          <w:smallCaps w:val="0"/>
          <w:szCs w:val="24"/>
        </w:rPr>
        <w:t>Zajęcia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E852B1">
        <w:tc>
          <w:tcPr>
            <w:tcW w:w="1985" w:type="dxa"/>
          </w:tcPr>
          <w:p w:rsidR="0085747A" w:rsidRPr="009C54AE" w:rsidRDefault="0085747A" w:rsidP="00E852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B14080" w:rsidRDefault="00B14080" w:rsidP="00E852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</w:t>
            </w:r>
            <w:r w:rsidRPr="00B14080">
              <w:rPr>
                <w:rFonts w:ascii="Corbel" w:hAnsi="Corbel"/>
                <w:sz w:val="24"/>
                <w:szCs w:val="24"/>
              </w:rPr>
              <w:t>u</w:t>
            </w:r>
            <w:r w:rsidRPr="00B14080">
              <w:rPr>
                <w:rFonts w:ascii="Corbel" w:hAnsi="Corbel"/>
                <w:sz w:val="24"/>
                <w:szCs w:val="24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85747A" w:rsidRPr="00D807EC" w:rsidRDefault="00D807EC" w:rsidP="00E852B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5747A" w:rsidRPr="009C54AE" w:rsidTr="00E852B1">
        <w:tc>
          <w:tcPr>
            <w:tcW w:w="1985" w:type="dxa"/>
          </w:tcPr>
          <w:p w:rsidR="0085747A" w:rsidRPr="009C54AE" w:rsidRDefault="0085747A" w:rsidP="00E852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B14080" w:rsidRDefault="00B14080" w:rsidP="00E852B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</w:t>
            </w:r>
            <w:r w:rsidRPr="00B14080">
              <w:rPr>
                <w:rFonts w:ascii="Corbel" w:hAnsi="Corbel"/>
                <w:sz w:val="24"/>
                <w:szCs w:val="24"/>
              </w:rPr>
              <w:t>u</w:t>
            </w:r>
            <w:r w:rsidRPr="00B14080">
              <w:rPr>
                <w:rFonts w:ascii="Corbel" w:hAnsi="Corbel"/>
                <w:sz w:val="24"/>
                <w:szCs w:val="24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85747A" w:rsidRPr="00D807EC" w:rsidRDefault="00D807EC" w:rsidP="00E852B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:rsidTr="00E852B1">
        <w:tc>
          <w:tcPr>
            <w:tcW w:w="1985" w:type="dxa"/>
          </w:tcPr>
          <w:p w:rsidR="00B14080" w:rsidRPr="009C54AE" w:rsidRDefault="00B14080" w:rsidP="00E852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14080" w:rsidRPr="00B14080" w:rsidRDefault="00B14080" w:rsidP="00E852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</w:t>
            </w:r>
            <w:r w:rsidRPr="00B14080">
              <w:rPr>
                <w:rFonts w:ascii="Corbel" w:hAnsi="Corbel"/>
                <w:sz w:val="24"/>
                <w:szCs w:val="24"/>
              </w:rPr>
              <w:t>u</w:t>
            </w:r>
            <w:r w:rsidRPr="00B14080">
              <w:rPr>
                <w:rFonts w:ascii="Corbel" w:hAnsi="Corbel"/>
                <w:sz w:val="24"/>
                <w:szCs w:val="24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B14080" w:rsidRPr="00D807EC" w:rsidRDefault="00D807EC" w:rsidP="00E852B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:rsidTr="00E852B1">
        <w:tc>
          <w:tcPr>
            <w:tcW w:w="1985" w:type="dxa"/>
          </w:tcPr>
          <w:p w:rsidR="00B14080" w:rsidRDefault="00B14080" w:rsidP="00E852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14080" w:rsidRPr="00B14080" w:rsidRDefault="00B14080" w:rsidP="00E852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</w:t>
            </w:r>
            <w:r w:rsidRPr="00B14080">
              <w:rPr>
                <w:rFonts w:ascii="Corbel" w:hAnsi="Corbel"/>
                <w:sz w:val="24"/>
                <w:szCs w:val="24"/>
              </w:rPr>
              <w:t>u</w:t>
            </w:r>
            <w:r w:rsidRPr="00B14080">
              <w:rPr>
                <w:rFonts w:ascii="Corbel" w:hAnsi="Corbel"/>
                <w:sz w:val="24"/>
                <w:szCs w:val="24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B14080" w:rsidRPr="00D807EC" w:rsidRDefault="00D807EC" w:rsidP="00E852B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B14080" w:rsidRPr="009C54AE" w:rsidTr="00E852B1">
        <w:tc>
          <w:tcPr>
            <w:tcW w:w="1985" w:type="dxa"/>
          </w:tcPr>
          <w:p w:rsidR="00B14080" w:rsidRDefault="00B14080" w:rsidP="00E852B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B14080" w:rsidRPr="00B14080" w:rsidRDefault="00B14080" w:rsidP="00E852B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14080">
              <w:rPr>
                <w:rFonts w:ascii="Corbel" w:hAnsi="Corbel"/>
                <w:sz w:val="24"/>
                <w:szCs w:val="24"/>
              </w:rPr>
              <w:t>Opinia opiekuna praktyki w placówce, analiza dok</w:t>
            </w:r>
            <w:r w:rsidRPr="00B14080">
              <w:rPr>
                <w:rFonts w:ascii="Corbel" w:hAnsi="Corbel"/>
                <w:sz w:val="24"/>
                <w:szCs w:val="24"/>
              </w:rPr>
              <w:t>u</w:t>
            </w:r>
            <w:r w:rsidRPr="00B14080">
              <w:rPr>
                <w:rFonts w:ascii="Corbel" w:hAnsi="Corbel"/>
                <w:sz w:val="24"/>
                <w:szCs w:val="24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B14080" w:rsidRPr="00D807EC" w:rsidRDefault="00D807EC" w:rsidP="00E852B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D807E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opinia i ocena dokonana przez opiekuna praktykanta w przedszkolu i w szkole oraz poprawne opracowanie dokumentacji praktyk.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F57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C4706C" w:rsidP="00F57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AF2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AF2806" w:rsidP="00F57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AF28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191B0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AF280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C4706C" w:rsidP="00F57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C4706C" w:rsidP="00F57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C4706C" w:rsidP="00F57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F28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210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AF28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Szczegółowe zasady i formy odbyw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 praktyki zawarte są w programie praktyk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A4E4F" w:rsidRDefault="000A4E4F" w:rsidP="00191B0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zyk-Kolczyńska E., Zielińska E., </w:t>
            </w:r>
            <w:r w:rsidRP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Zajęcia dydaktyczno-wychowawcze dla dzieci, które rozpoczną naukę w szkole.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Warszawa, Edukacja Polska, </w:t>
            </w:r>
            <w:r w:rsidR="00E82796"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2009</w:t>
            </w:r>
          </w:p>
          <w:p w:rsidR="000A4E4F" w:rsidRDefault="000A4E4F" w:rsidP="00191B0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Jachimska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Małgorzata (Opracowanie): </w:t>
            </w:r>
            <w:r w:rsidRP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Grupa bawi się  i pracuje.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brzych 1994, UNU</w:t>
            </w:r>
          </w:p>
          <w:p w:rsidR="000A4E4F" w:rsidRDefault="000A4E4F" w:rsidP="00191B0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F25305">
              <w:rPr>
                <w:rFonts w:ascii="Corbel" w:hAnsi="Corbel"/>
                <w:b w:val="0"/>
                <w:smallCaps w:val="0"/>
                <w:szCs w:val="24"/>
              </w:rPr>
              <w:t>Naprawa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.,</w:t>
            </w:r>
            <w:r w:rsidRPr="00E827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Ja też to potrafię. Program zajęć kompensacyjno-korekcyjnych dla uczniów edukacji  wczesnoszkolnej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.Wyd.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Harmonia,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Gdańsk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25305">
              <w:rPr>
                <w:rFonts w:ascii="Corbel" w:hAnsi="Corbel"/>
                <w:b w:val="0"/>
                <w:smallCaps w:val="0"/>
                <w:szCs w:val="24"/>
              </w:rPr>
              <w:t>2012.</w:t>
            </w:r>
          </w:p>
          <w:p w:rsidR="000A4E4F" w:rsidRDefault="000A4E4F" w:rsidP="00191B0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PaszkiewiczA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., Łobacz M., </w:t>
            </w:r>
            <w:r w:rsidRPr="00AF2806">
              <w:rPr>
                <w:rFonts w:ascii="Corbel" w:hAnsi="Corbel"/>
                <w:b w:val="0"/>
                <w:i/>
                <w:smallCaps w:val="0"/>
                <w:szCs w:val="24"/>
              </w:rPr>
              <w:t>Uczeń o specjalnych potrzebach wychowa</w:t>
            </w:r>
            <w:r w:rsidRPr="00AF2806">
              <w:rPr>
                <w:rFonts w:ascii="Corbel" w:hAnsi="Corbel"/>
                <w:b w:val="0"/>
                <w:i/>
                <w:smallCaps w:val="0"/>
                <w:szCs w:val="24"/>
              </w:rPr>
              <w:t>w</w:t>
            </w:r>
            <w:r w:rsidRPr="00AF2806">
              <w:rPr>
                <w:rFonts w:ascii="Corbel" w:hAnsi="Corbel"/>
                <w:b w:val="0"/>
                <w:i/>
                <w:smallCaps w:val="0"/>
                <w:szCs w:val="24"/>
              </w:rPr>
              <w:t>czych w klasie szkolnej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2013</w:t>
            </w:r>
          </w:p>
          <w:p w:rsidR="000A4E4F" w:rsidRDefault="000A4E4F" w:rsidP="00191B0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Rozwijanie kompetencji kluczowych uczniów w procesie edukacji wcz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snoszkolnej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pod red. J.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Uszyńskiej-Jarmoc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Dudel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M. </w:t>
            </w:r>
            <w:proofErr w:type="spellStart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Głoskowskiej-Sołdatow</w:t>
            </w:r>
            <w:proofErr w:type="spellEnd"/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Kraków:</w:t>
            </w:r>
            <w:r w:rsidRPr="00F2530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Impuls,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2013</w:t>
            </w:r>
          </w:p>
          <w:p w:rsidR="00F25305" w:rsidRPr="00F575A4" w:rsidRDefault="000A4E4F" w:rsidP="00191B07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Sowiło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O warsztacie pracy nauczyciela – wychowawcy,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Kraków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puls  2003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45D91" w:rsidRPr="00E82796" w:rsidRDefault="00845D91" w:rsidP="00191B07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0A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Bartal</w:t>
            </w:r>
            <w:proofErr w:type="spellEnd"/>
            <w:r w:rsidRPr="000A4E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Nitsch C.,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F25305" w:rsidRPr="00F2530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Zabawy dla maluchów</w:t>
            </w:r>
            <w:r w:rsidR="00E8279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</w:t>
            </w:r>
            <w:r w:rsidR="00E82796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Kielce</w:t>
            </w:r>
            <w:r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25305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Jedność</w:t>
            </w:r>
            <w:r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82796" w:rsidRP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2003</w:t>
            </w:r>
          </w:p>
          <w:p w:rsidR="00F25305" w:rsidRPr="009C54AE" w:rsidRDefault="00845D91" w:rsidP="00191B07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Gruszczyk-Kolczyńska E., 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Wspomaganie dziecka w skupieniu uwagi i z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Pr="000A4E4F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pamiętywaniu </w:t>
            </w: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WSiP</w:t>
            </w:r>
            <w:r w:rsidR="00E8279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E82796" w:rsidRPr="00845D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2005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7A7" w:rsidRDefault="000A27A7" w:rsidP="00C16ABF">
      <w:pPr>
        <w:spacing w:after="0" w:line="240" w:lineRule="auto"/>
      </w:pPr>
      <w:r>
        <w:separator/>
      </w:r>
    </w:p>
  </w:endnote>
  <w:endnote w:type="continuationSeparator" w:id="0">
    <w:p w:rsidR="000A27A7" w:rsidRDefault="000A27A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7A7" w:rsidRDefault="000A27A7" w:rsidP="00C16ABF">
      <w:pPr>
        <w:spacing w:after="0" w:line="240" w:lineRule="auto"/>
      </w:pPr>
      <w:r>
        <w:separator/>
      </w:r>
    </w:p>
  </w:footnote>
  <w:footnote w:type="continuationSeparator" w:id="0">
    <w:p w:rsidR="000A27A7" w:rsidRDefault="000A27A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1161E6"/>
    <w:multiLevelType w:val="hybridMultilevel"/>
    <w:tmpl w:val="DCECF32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3571C1"/>
    <w:multiLevelType w:val="hybridMultilevel"/>
    <w:tmpl w:val="93768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085219"/>
    <w:multiLevelType w:val="hybridMultilevel"/>
    <w:tmpl w:val="A86A66B8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2525"/>
    <w:rsid w:val="0009462C"/>
    <w:rsid w:val="00094B12"/>
    <w:rsid w:val="00096C46"/>
    <w:rsid w:val="000A27A7"/>
    <w:rsid w:val="000A296F"/>
    <w:rsid w:val="000A2A28"/>
    <w:rsid w:val="000A4E4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3DE6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1B07"/>
    <w:rsid w:val="00192F37"/>
    <w:rsid w:val="0019586C"/>
    <w:rsid w:val="001A1EAA"/>
    <w:rsid w:val="001A39A6"/>
    <w:rsid w:val="001A70D2"/>
    <w:rsid w:val="001D0476"/>
    <w:rsid w:val="001D657B"/>
    <w:rsid w:val="001D7B54"/>
    <w:rsid w:val="001E0209"/>
    <w:rsid w:val="001F2CA2"/>
    <w:rsid w:val="00210881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008B"/>
    <w:rsid w:val="002B4D55"/>
    <w:rsid w:val="002B5EA0"/>
    <w:rsid w:val="002B6119"/>
    <w:rsid w:val="002C1F06"/>
    <w:rsid w:val="002D3375"/>
    <w:rsid w:val="002D73D4"/>
    <w:rsid w:val="002E694B"/>
    <w:rsid w:val="002F02A3"/>
    <w:rsid w:val="002F34D4"/>
    <w:rsid w:val="002F4ABE"/>
    <w:rsid w:val="003018BA"/>
    <w:rsid w:val="0030395F"/>
    <w:rsid w:val="00305C92"/>
    <w:rsid w:val="0031135C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86B"/>
    <w:rsid w:val="003F38C0"/>
    <w:rsid w:val="004144AD"/>
    <w:rsid w:val="00414E3C"/>
    <w:rsid w:val="0042244A"/>
    <w:rsid w:val="0042745A"/>
    <w:rsid w:val="00430BCC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3513"/>
    <w:rsid w:val="0047598D"/>
    <w:rsid w:val="004840FD"/>
    <w:rsid w:val="00490F7D"/>
    <w:rsid w:val="00491678"/>
    <w:rsid w:val="004968E2"/>
    <w:rsid w:val="004A3EEA"/>
    <w:rsid w:val="004A4D1F"/>
    <w:rsid w:val="004A5EC3"/>
    <w:rsid w:val="004D5282"/>
    <w:rsid w:val="004F1551"/>
    <w:rsid w:val="004F55A3"/>
    <w:rsid w:val="00503812"/>
    <w:rsid w:val="0050496F"/>
    <w:rsid w:val="00513B6F"/>
    <w:rsid w:val="00517C63"/>
    <w:rsid w:val="00526C94"/>
    <w:rsid w:val="005363C4"/>
    <w:rsid w:val="00536BDE"/>
    <w:rsid w:val="0054287C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368E"/>
    <w:rsid w:val="0061426A"/>
    <w:rsid w:val="00617230"/>
    <w:rsid w:val="00621CE1"/>
    <w:rsid w:val="00621FEE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66A5"/>
    <w:rsid w:val="007072BA"/>
    <w:rsid w:val="0071360D"/>
    <w:rsid w:val="0071620A"/>
    <w:rsid w:val="00724677"/>
    <w:rsid w:val="00725459"/>
    <w:rsid w:val="007327BD"/>
    <w:rsid w:val="00734608"/>
    <w:rsid w:val="00745302"/>
    <w:rsid w:val="007461D6"/>
    <w:rsid w:val="00746EC8"/>
    <w:rsid w:val="00753202"/>
    <w:rsid w:val="00763BF1"/>
    <w:rsid w:val="007666D3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6661"/>
    <w:rsid w:val="0081707E"/>
    <w:rsid w:val="008414FC"/>
    <w:rsid w:val="008449B3"/>
    <w:rsid w:val="00845D91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41F6"/>
    <w:rsid w:val="008E64F4"/>
    <w:rsid w:val="008F12C9"/>
    <w:rsid w:val="008F6E29"/>
    <w:rsid w:val="00916188"/>
    <w:rsid w:val="00923D7D"/>
    <w:rsid w:val="009508DF"/>
    <w:rsid w:val="00950DAC"/>
    <w:rsid w:val="00954A07"/>
    <w:rsid w:val="00991007"/>
    <w:rsid w:val="0099541C"/>
    <w:rsid w:val="00997F14"/>
    <w:rsid w:val="009A78D9"/>
    <w:rsid w:val="009C1331"/>
    <w:rsid w:val="009C3E31"/>
    <w:rsid w:val="009C54AE"/>
    <w:rsid w:val="009C788E"/>
    <w:rsid w:val="009E3B41"/>
    <w:rsid w:val="009E4620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806"/>
    <w:rsid w:val="00AF2C1E"/>
    <w:rsid w:val="00B06142"/>
    <w:rsid w:val="00B135B1"/>
    <w:rsid w:val="00B14080"/>
    <w:rsid w:val="00B3130B"/>
    <w:rsid w:val="00B32E8D"/>
    <w:rsid w:val="00B40ADB"/>
    <w:rsid w:val="00B43B77"/>
    <w:rsid w:val="00B43E80"/>
    <w:rsid w:val="00B56017"/>
    <w:rsid w:val="00B607DB"/>
    <w:rsid w:val="00B66529"/>
    <w:rsid w:val="00B75946"/>
    <w:rsid w:val="00B8056E"/>
    <w:rsid w:val="00B819C8"/>
    <w:rsid w:val="00B82308"/>
    <w:rsid w:val="00B90885"/>
    <w:rsid w:val="00BA51C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06C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07EC"/>
    <w:rsid w:val="00D82076"/>
    <w:rsid w:val="00D8678B"/>
    <w:rsid w:val="00DA2114"/>
    <w:rsid w:val="00DD00EB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EF4"/>
    <w:rsid w:val="00E60EAA"/>
    <w:rsid w:val="00E63348"/>
    <w:rsid w:val="00E77E88"/>
    <w:rsid w:val="00E8107D"/>
    <w:rsid w:val="00E82796"/>
    <w:rsid w:val="00E852B1"/>
    <w:rsid w:val="00E960BB"/>
    <w:rsid w:val="00E969C7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305"/>
    <w:rsid w:val="00F259E1"/>
    <w:rsid w:val="00F27A7B"/>
    <w:rsid w:val="00F526AF"/>
    <w:rsid w:val="00F575A4"/>
    <w:rsid w:val="00F617C3"/>
    <w:rsid w:val="00F7066B"/>
    <w:rsid w:val="00F83B28"/>
    <w:rsid w:val="00FA46E5"/>
    <w:rsid w:val="00FB1502"/>
    <w:rsid w:val="00FB7DBA"/>
    <w:rsid w:val="00FC1C25"/>
    <w:rsid w:val="00FC3F45"/>
    <w:rsid w:val="00FC55D1"/>
    <w:rsid w:val="00FD503F"/>
    <w:rsid w:val="00FD7589"/>
    <w:rsid w:val="00FF016A"/>
    <w:rsid w:val="00FF1401"/>
    <w:rsid w:val="00FF5E7D"/>
    <w:rsid w:val="00FF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F53857-806F-4F48-B3ED-B80473642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40</TotalTime>
  <Pages>1</Pages>
  <Words>951</Words>
  <Characters>5706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cp:lastPrinted>2019-02-06T12:12:00Z</cp:lastPrinted>
  <dcterms:created xsi:type="dcterms:W3CDTF">2019-11-28T11:50:00Z</dcterms:created>
  <dcterms:modified xsi:type="dcterms:W3CDTF">2021-10-06T09:54:00Z</dcterms:modified>
</cp:coreProperties>
</file>